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BD401" w14:textId="77777777" w:rsidR="000A181A" w:rsidRDefault="000A181A" w:rsidP="00231C44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83FFA75" w14:textId="31E5C9CF" w:rsidR="00231C44" w:rsidRPr="00522FF6" w:rsidRDefault="00231C44" w:rsidP="00231C44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Wykonawca:</w:t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="0037351F" w:rsidRPr="00522FF6">
        <w:rPr>
          <w:rFonts w:asciiTheme="minorHAnsi" w:hAnsiTheme="minorHAnsi" w:cstheme="minorHAnsi"/>
          <w:b/>
          <w:sz w:val="20"/>
          <w:szCs w:val="20"/>
        </w:rPr>
        <w:t>Załącznik nr 3 do SWZ</w:t>
      </w:r>
      <w:r w:rsidR="0037351F" w:rsidRPr="00522FF6">
        <w:rPr>
          <w:rFonts w:asciiTheme="minorHAnsi" w:hAnsiTheme="minorHAnsi" w:cstheme="minorHAnsi"/>
          <w:b/>
          <w:sz w:val="20"/>
          <w:szCs w:val="20"/>
        </w:rPr>
        <w:tab/>
      </w:r>
    </w:p>
    <w:p w14:paraId="4978528A" w14:textId="77777777" w:rsidR="00231C44" w:rsidRPr="00522FF6" w:rsidRDefault="00231C44" w:rsidP="00231C44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280351AD" w14:textId="77777777" w:rsidR="00231C44" w:rsidRPr="00522FF6" w:rsidRDefault="00231C44" w:rsidP="00231C44">
      <w:pPr>
        <w:spacing w:after="160"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522FF6">
        <w:rPr>
          <w:rFonts w:asciiTheme="minorHAnsi" w:eastAsia="Calibri" w:hAnsiTheme="minorHAnsi" w:cstheme="minorHAnsi"/>
          <w:i/>
          <w:sz w:val="20"/>
          <w:szCs w:val="20"/>
        </w:rPr>
        <w:t>CEiDG</w:t>
      </w:r>
      <w:proofErr w:type="spellEnd"/>
      <w:r w:rsidRPr="00522FF6">
        <w:rPr>
          <w:rFonts w:asciiTheme="minorHAnsi" w:eastAsia="Calibri" w:hAnsiTheme="minorHAnsi" w:cstheme="minorHAnsi"/>
          <w:i/>
          <w:sz w:val="20"/>
          <w:szCs w:val="20"/>
        </w:rPr>
        <w:t>)</w:t>
      </w:r>
    </w:p>
    <w:p w14:paraId="22610FA6" w14:textId="77777777" w:rsidR="00231C44" w:rsidRPr="00522FF6" w:rsidRDefault="00231C44" w:rsidP="00231C44">
      <w:pPr>
        <w:spacing w:line="480" w:lineRule="auto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522FF6">
        <w:rPr>
          <w:rFonts w:asciiTheme="minorHAnsi" w:eastAsia="Calibri" w:hAnsiTheme="minorHAnsi" w:cstheme="minorHAnsi"/>
          <w:sz w:val="20"/>
          <w:szCs w:val="20"/>
          <w:u w:val="single"/>
        </w:rPr>
        <w:t>reprezentowany przez:</w:t>
      </w:r>
    </w:p>
    <w:p w14:paraId="00A216D2" w14:textId="77777777" w:rsidR="00231C44" w:rsidRPr="00522FF6" w:rsidRDefault="00231C44" w:rsidP="00231C44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65521CA7" w14:textId="77777777" w:rsidR="00231C44" w:rsidRPr="00522FF6" w:rsidRDefault="00231C44" w:rsidP="00231C44">
      <w:pPr>
        <w:spacing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(imię, nazwisko, stanowisko/podstawa do  reprezentacji)</w:t>
      </w:r>
    </w:p>
    <w:p w14:paraId="1A220C83" w14:textId="77777777" w:rsidR="00231C44" w:rsidRPr="00522FF6" w:rsidRDefault="00231C44" w:rsidP="00231C44">
      <w:pPr>
        <w:spacing w:after="120" w:line="360" w:lineRule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2746B45D" w14:textId="77777777" w:rsidR="00231C44" w:rsidRPr="008D70A6" w:rsidRDefault="00231C44" w:rsidP="00231C44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5E822528" w14:textId="77777777" w:rsidR="00231C44" w:rsidRPr="008D70A6" w:rsidRDefault="00231C44" w:rsidP="00231C44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8D70A6"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1D85369" w14:textId="4A51C2B8" w:rsidR="00231C44" w:rsidRPr="008D70A6" w:rsidRDefault="00231C44" w:rsidP="00231C44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8D70A6">
        <w:rPr>
          <w:rFonts w:asciiTheme="minorHAnsi" w:eastAsia="Calibri" w:hAnsiTheme="minorHAnsi" w:cstheme="minorHAnsi"/>
          <w:b/>
          <w:sz w:val="22"/>
          <w:szCs w:val="22"/>
        </w:rPr>
        <w:t>Pzp</w:t>
      </w:r>
      <w:proofErr w:type="spellEnd"/>
      <w:r w:rsidRPr="008D70A6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</w:p>
    <w:p w14:paraId="2304C1DB" w14:textId="77777777" w:rsidR="00231C44" w:rsidRPr="008D70A6" w:rsidRDefault="00231C44" w:rsidP="00231C44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14:paraId="088DB8D1" w14:textId="6943982B" w:rsidR="00231C44" w:rsidRPr="008D70A6" w:rsidRDefault="00231C44" w:rsidP="003E00D6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>Na potrzeby postępowania o udzielenie zamówienia publicznego pn.</w:t>
      </w:r>
      <w:r w:rsidR="003E00D6" w:rsidRPr="008D70A6">
        <w:rPr>
          <w:sz w:val="28"/>
          <w:szCs w:val="28"/>
        </w:rPr>
        <w:t xml:space="preserve"> </w:t>
      </w:r>
      <w:r w:rsidR="00AF027E" w:rsidRPr="00AF027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„Ochrona fizyczna osób i mienia z obsługą monitoringu w obiektach Sądu Rejonowego w Legionowie”</w:t>
      </w:r>
      <w:r w:rsidR="003E00D6" w:rsidRPr="008D70A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, </w:t>
      </w:r>
      <w:r w:rsidRPr="008D70A6">
        <w:rPr>
          <w:rFonts w:asciiTheme="minorHAnsi" w:eastAsia="Calibri" w:hAnsiTheme="minorHAnsi" w:cstheme="minorHAnsi"/>
          <w:sz w:val="22"/>
          <w:szCs w:val="22"/>
        </w:rPr>
        <w:t>oświadczam co następuje:</w:t>
      </w:r>
    </w:p>
    <w:p w14:paraId="3FF7DDA0" w14:textId="77777777" w:rsidR="00231C44" w:rsidRPr="008D70A6" w:rsidRDefault="00231C44" w:rsidP="00231C44">
      <w:pPr>
        <w:spacing w:line="360" w:lineRule="auto"/>
        <w:ind w:firstLine="709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2FE29B4" w14:textId="77777777" w:rsidR="00231C44" w:rsidRPr="008D70A6" w:rsidRDefault="00231C44" w:rsidP="00231C44">
      <w:pPr>
        <w:shd w:val="clear" w:color="auto" w:fill="BFBFBF"/>
        <w:spacing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>OŚWIADCZENIA DOTYCZĄCE PODSTAW WYKLUCZENIA:</w:t>
      </w:r>
    </w:p>
    <w:p w14:paraId="0B92AB6C" w14:textId="77777777" w:rsidR="00231C44" w:rsidRPr="008D70A6" w:rsidRDefault="00231C44" w:rsidP="00231C44">
      <w:pPr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4C6F739" w14:textId="77777777" w:rsidR="00231C44" w:rsidRPr="008D70A6" w:rsidRDefault="00231C44" w:rsidP="00231C44">
      <w:pPr>
        <w:numPr>
          <w:ilvl w:val="0"/>
          <w:numId w:val="11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8D70A6">
        <w:rPr>
          <w:rFonts w:asciiTheme="minorHAnsi" w:eastAsia="Calibri" w:hAnsiTheme="minorHAnsi" w:cstheme="minorHAnsi"/>
          <w:sz w:val="22"/>
          <w:szCs w:val="22"/>
        </w:rPr>
        <w:br/>
        <w:t xml:space="preserve">art. 108 ust. 1 ustawy 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8D70A6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AAC97C4" w14:textId="72C0D33D" w:rsidR="00231C44" w:rsidRPr="008D70A6" w:rsidRDefault="00231C44" w:rsidP="005D280A">
      <w:pPr>
        <w:pStyle w:val="Akapitzlist"/>
        <w:numPr>
          <w:ilvl w:val="0"/>
          <w:numId w:val="11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zachodzą w stosunku do mnie podstawy wykluczenia z postępowania na podstawie art. </w:t>
      </w:r>
      <w:r w:rsidR="00360AB1" w:rsidRPr="008D70A6">
        <w:rPr>
          <w:rFonts w:asciiTheme="minorHAnsi" w:eastAsia="Calibri" w:hAnsiTheme="minorHAnsi" w:cstheme="minorHAnsi"/>
          <w:sz w:val="22"/>
          <w:szCs w:val="22"/>
        </w:rPr>
        <w:t xml:space="preserve">108 ust. 1 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ustawy 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8D70A6">
        <w:rPr>
          <w:rFonts w:asciiTheme="minorHAnsi" w:eastAsia="Calibri" w:hAnsiTheme="minorHAnsi" w:cstheme="minorHAnsi"/>
          <w:i/>
          <w:sz w:val="22"/>
          <w:szCs w:val="22"/>
        </w:rPr>
        <w:t>).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podjąłem następujące środki naprawcze i zapobiegawcze:</w:t>
      </w:r>
      <w:r w:rsidR="0088405A" w:rsidRPr="008D70A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8D70A6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A4726A0" w14:textId="77777777" w:rsidR="00231C44" w:rsidRPr="008D70A6" w:rsidRDefault="00231C44" w:rsidP="00231C44">
      <w:pPr>
        <w:numPr>
          <w:ilvl w:val="0"/>
          <w:numId w:val="11"/>
        </w:numPr>
        <w:autoSpaceDN w:val="0"/>
        <w:spacing w:after="160" w:line="360" w:lineRule="auto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8D70A6">
        <w:rPr>
          <w:rFonts w:asciiTheme="minorHAnsi" w:hAnsiTheme="minorHAnsi" w:cstheme="minorHAnsi"/>
          <w:sz w:val="22"/>
          <w:szCs w:val="22"/>
        </w:rPr>
        <w:t xml:space="preserve">7 ust. 1 ustawy </w:t>
      </w:r>
      <w:r w:rsidRPr="008D70A6">
        <w:rPr>
          <w:rFonts w:asciiTheme="minorHAnsi" w:eastAsia="Calibri" w:hAnsiTheme="minorHAnsi" w:cstheme="minorHAnsi"/>
          <w:sz w:val="22"/>
          <w:szCs w:val="22"/>
        </w:rPr>
        <w:t>z dnia 13 kwietnia 2022 r.</w:t>
      </w:r>
      <w:r w:rsidRPr="008D70A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</w:t>
      </w:r>
      <w:r w:rsidRPr="008D70A6">
        <w:rPr>
          <w:rFonts w:asciiTheme="minorHAnsi" w:eastAsia="Calibri" w:hAnsiTheme="minorHAnsi" w:cstheme="minorHAnsi"/>
          <w:i/>
          <w:iCs/>
          <w:color w:val="222222"/>
          <w:sz w:val="22"/>
          <w:szCs w:val="22"/>
        </w:rPr>
        <w:t xml:space="preserve">o szczególnych rozwiązaniach w </w:t>
      </w:r>
      <w:r w:rsidRPr="008D70A6">
        <w:rPr>
          <w:rFonts w:asciiTheme="minorHAnsi" w:eastAsia="Calibri" w:hAnsiTheme="minorHAnsi" w:cstheme="minorHAnsi"/>
          <w:i/>
          <w:iCs/>
          <w:color w:val="222222"/>
          <w:sz w:val="22"/>
          <w:szCs w:val="22"/>
        </w:rPr>
        <w:lastRenderedPageBreak/>
        <w:t xml:space="preserve">zakresie przeciwdziałania wspieraniu agresji na Ukrainę oraz służących ochronie bezpieczeństwa narodowego </w:t>
      </w:r>
      <w:r w:rsidRPr="008D70A6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(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8D70A6">
        <w:rPr>
          <w:rFonts w:asciiTheme="minorHAnsi" w:eastAsia="Calibri" w:hAnsiTheme="minorHAnsi" w:cstheme="minorHAnsi"/>
          <w:sz w:val="22"/>
          <w:szCs w:val="22"/>
        </w:rPr>
        <w:t>. Dz. U. z 2024 r. poz. 507, ze zm.</w:t>
      </w:r>
      <w:r w:rsidRPr="008D70A6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)</w:t>
      </w:r>
      <w:r w:rsidRPr="008D70A6">
        <w:rPr>
          <w:rFonts w:asciiTheme="minorHAnsi" w:eastAsia="Calibri" w:hAnsiTheme="minorHAnsi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Pr="008D70A6">
        <w:rPr>
          <w:rFonts w:asciiTheme="minorHAnsi" w:eastAsia="Calibri" w:hAnsiTheme="minorHAnsi" w:cstheme="minorHAnsi"/>
          <w:i/>
          <w:iCs/>
          <w:color w:val="222222"/>
          <w:sz w:val="22"/>
          <w:szCs w:val="22"/>
        </w:rPr>
        <w:t>.</w:t>
      </w:r>
      <w:r w:rsidRPr="008D70A6">
        <w:rPr>
          <w:rFonts w:asciiTheme="minorHAnsi" w:eastAsia="Calibri" w:hAnsiTheme="minorHAnsi" w:cstheme="minorHAnsi"/>
          <w:color w:val="222222"/>
          <w:sz w:val="22"/>
          <w:szCs w:val="22"/>
        </w:rPr>
        <w:t xml:space="preserve"> </w:t>
      </w:r>
    </w:p>
    <w:p w14:paraId="06A19B99" w14:textId="77777777" w:rsidR="00231C44" w:rsidRPr="008D70A6" w:rsidRDefault="00231C44" w:rsidP="00231C44">
      <w:pPr>
        <w:shd w:val="clear" w:color="auto" w:fill="BFBFBF"/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>OŚWIADCZENIE DOTYCZĄCE WARUNKÓW UDZIAŁU W POSTĘPOWANIU:</w:t>
      </w:r>
    </w:p>
    <w:p w14:paraId="00DAFD66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C37EA19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color w:val="0070C0"/>
          <w:sz w:val="22"/>
          <w:szCs w:val="22"/>
        </w:rPr>
      </w:pPr>
      <w:bookmarkStart w:id="0" w:name="_Hlk99016333"/>
      <w:r w:rsidRPr="008D70A6">
        <w:rPr>
          <w:rFonts w:asciiTheme="minorHAnsi" w:eastAsia="Calibri" w:hAnsiTheme="minorHAnsi" w:cstheme="minorHAnsi"/>
          <w:color w:val="0070C0"/>
          <w:sz w:val="22"/>
          <w:szCs w:val="22"/>
        </w:rPr>
        <w:t xml:space="preserve">[UWAGA: </w:t>
      </w:r>
      <w:r w:rsidRPr="008D70A6">
        <w:rPr>
          <w:rFonts w:asciiTheme="minorHAnsi" w:eastAsia="Calibri" w:hAnsiTheme="minorHAnsi" w:cstheme="minorHAnsi"/>
          <w:i/>
          <w:color w:val="0070C0"/>
          <w:sz w:val="22"/>
          <w:szCs w:val="22"/>
        </w:rPr>
        <w:t>stosuje tylko wykonawca/ wykonawca wspólnie ubiegający się o zamówienie</w:t>
      </w:r>
      <w:r w:rsidRPr="008D70A6">
        <w:rPr>
          <w:rFonts w:asciiTheme="minorHAnsi" w:eastAsia="Calibri" w:hAnsiTheme="minorHAnsi" w:cstheme="minorHAnsi"/>
          <w:color w:val="0070C0"/>
          <w:sz w:val="22"/>
          <w:szCs w:val="22"/>
        </w:rPr>
        <w:t>]</w:t>
      </w:r>
    </w:p>
    <w:p w14:paraId="381CBC31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D70A6">
        <w:rPr>
          <w:rFonts w:asciiTheme="minorHAnsi" w:eastAsia="Calibri" w:hAnsiTheme="minorHAnsi" w:cstheme="minorHAnsi"/>
          <w:i/>
          <w:sz w:val="22"/>
          <w:szCs w:val="22"/>
        </w:rPr>
        <w:t>(wskazać dokument i właściwą jednostkę redakcyjną dokumentu, w której określono warunki udziału w postępowaniu)</w:t>
      </w:r>
      <w:r w:rsidRPr="008D70A6">
        <w:rPr>
          <w:rFonts w:asciiTheme="minorHAnsi" w:eastAsia="Calibri" w:hAnsiTheme="minorHAnsi" w:cstheme="minorHAnsi"/>
          <w:sz w:val="22"/>
          <w:szCs w:val="22"/>
        </w:rPr>
        <w:t>.</w:t>
      </w:r>
      <w:bookmarkEnd w:id="0"/>
    </w:p>
    <w:p w14:paraId="416C739A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89B9F94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color w:val="0070C0"/>
          <w:sz w:val="22"/>
          <w:szCs w:val="22"/>
        </w:rPr>
      </w:pPr>
      <w:r w:rsidRPr="008D70A6">
        <w:rPr>
          <w:rFonts w:asciiTheme="minorHAnsi" w:eastAsia="Calibri" w:hAnsiTheme="minorHAnsi" w:cstheme="minorHAnsi"/>
          <w:color w:val="0070C0"/>
          <w:sz w:val="22"/>
          <w:szCs w:val="22"/>
        </w:rPr>
        <w:t xml:space="preserve">[UWAGA: </w:t>
      </w:r>
      <w:r w:rsidRPr="008D70A6">
        <w:rPr>
          <w:rFonts w:asciiTheme="minorHAnsi" w:eastAsia="Calibri" w:hAnsiTheme="minorHAnsi" w:cstheme="minorHAns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D70A6">
        <w:rPr>
          <w:rFonts w:asciiTheme="minorHAnsi" w:eastAsia="Calibri" w:hAnsiTheme="minorHAnsi" w:cstheme="minorHAnsi"/>
          <w:color w:val="0070C0"/>
          <w:sz w:val="22"/>
          <w:szCs w:val="22"/>
        </w:rPr>
        <w:t>]</w:t>
      </w:r>
    </w:p>
    <w:p w14:paraId="0545D94B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>Oświadczam, że spełniam warunki udziału w postępowaniu określone przez zamawiającego w    </w:t>
      </w:r>
      <w:bookmarkStart w:id="1" w:name="_Hlk99016450"/>
      <w:r w:rsidRPr="008D70A6">
        <w:rPr>
          <w:rFonts w:asciiTheme="minorHAnsi" w:eastAsia="Calibri" w:hAnsiTheme="minorHAnsi" w:cstheme="minorHAnsi"/>
          <w:sz w:val="22"/>
          <w:szCs w:val="22"/>
        </w:rPr>
        <w:t>…………..…………………………………………………..…………………………………………..</w:t>
      </w:r>
      <w:bookmarkEnd w:id="1"/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8D70A6">
        <w:rPr>
          <w:rFonts w:asciiTheme="minorHAnsi" w:eastAsia="Calibri" w:hAnsiTheme="minorHAnsi" w:cstheme="minorHAnsi"/>
          <w:i/>
          <w:sz w:val="22"/>
          <w:szCs w:val="22"/>
        </w:rPr>
        <w:t>(wskazać dokument i właściwą jednostkę redakcyjną dokumentu, w której określono warunki udziału w postępowaniu)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w  następującym zakresie: </w:t>
      </w:r>
    </w:p>
    <w:p w14:paraId="63ADD4B5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1EC60204" w14:textId="77777777" w:rsidR="00231C44" w:rsidRPr="008D70A6" w:rsidRDefault="00231C44" w:rsidP="00231C4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2D481A43" w14:textId="77777777" w:rsidR="00231C44" w:rsidRPr="008D70A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422448C4" w14:textId="77777777" w:rsidR="00231C44" w:rsidRPr="008D70A6" w:rsidRDefault="00231C44" w:rsidP="00231C44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8D70A6">
        <w:rPr>
          <w:rFonts w:asciiTheme="minorHAnsi" w:eastAsia="Calibri" w:hAnsiTheme="minorHAnsi" w:cstheme="minorHAnsi"/>
          <w:i/>
          <w:sz w:val="22"/>
          <w:szCs w:val="22"/>
        </w:rPr>
        <w:t xml:space="preserve">(wskazać </w:t>
      </w:r>
      <w:bookmarkEnd w:id="2"/>
      <w:r w:rsidRPr="008D70A6">
        <w:rPr>
          <w:rFonts w:asciiTheme="minorHAnsi" w:eastAsia="Calibri" w:hAnsiTheme="minorHAnsi" w:cstheme="minorHAnsi"/>
          <w:i/>
          <w:sz w:val="22"/>
          <w:szCs w:val="22"/>
        </w:rPr>
        <w:t>dokument i właściwą jednostkę redakcyjną dokumentu, w której określono warunki udziału w postępowaniu),</w:t>
      </w: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polegam na zdolnościach lub sytuacji następującego/</w:t>
      </w:r>
      <w:proofErr w:type="spellStart"/>
      <w:r w:rsidRPr="008D70A6">
        <w:rPr>
          <w:rFonts w:asciiTheme="minorHAnsi" w:eastAsia="Calibri" w:hAnsiTheme="minorHAnsi" w:cstheme="minorHAnsi"/>
          <w:sz w:val="22"/>
          <w:szCs w:val="22"/>
        </w:rPr>
        <w:t>ych</w:t>
      </w:r>
      <w:proofErr w:type="spellEnd"/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 podmiotu/ów udostępniających zasoby: </w:t>
      </w:r>
      <w:bookmarkStart w:id="3" w:name="_Hlk99014455"/>
      <w:r w:rsidRPr="008D70A6">
        <w:rPr>
          <w:rFonts w:asciiTheme="minorHAnsi" w:eastAsia="Calibri" w:hAnsiTheme="minorHAnsi" w:cstheme="minorHAnsi"/>
          <w:i/>
          <w:sz w:val="22"/>
          <w:szCs w:val="22"/>
        </w:rPr>
        <w:t xml:space="preserve">(wskazać </w:t>
      </w:r>
      <w:r w:rsidRPr="008D70A6">
        <w:rPr>
          <w:rFonts w:asciiTheme="minorHAnsi" w:eastAsia="Calibri" w:hAnsiTheme="minorHAnsi" w:cstheme="minorHAnsi"/>
          <w:i/>
          <w:sz w:val="22"/>
          <w:szCs w:val="22"/>
        </w:rPr>
        <w:lastRenderedPageBreak/>
        <w:t>nazwę/y podmiotu/ów)</w:t>
      </w:r>
      <w:bookmarkEnd w:id="3"/>
      <w:r w:rsidRPr="008D70A6">
        <w:rPr>
          <w:rFonts w:asciiTheme="minorHAnsi" w:eastAsia="Calibri" w:hAnsiTheme="minorHAnsi" w:cstheme="minorHAns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05086B89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i/>
          <w:sz w:val="22"/>
          <w:szCs w:val="22"/>
        </w:rPr>
        <w:t xml:space="preserve">(określić odpowiedni zakres udostępnianych zasobów dla wskazanego podmiotu). </w:t>
      </w:r>
    </w:p>
    <w:p w14:paraId="2F122290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5C4C634" w14:textId="77777777" w:rsidR="00231C44" w:rsidRPr="008D70A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4" w:name="_Hlk99009560"/>
      <w:r w:rsidRPr="008D70A6">
        <w:rPr>
          <w:rFonts w:asciiTheme="minorHAnsi" w:eastAsia="Calibri" w:hAnsiTheme="minorHAnsi" w:cstheme="minorHAnsi"/>
          <w:b/>
          <w:sz w:val="22"/>
          <w:szCs w:val="22"/>
        </w:rPr>
        <w:t>OŚWIADCZENIE DOTYCZĄCE PODANYCH INFORMACJI:</w:t>
      </w:r>
    </w:p>
    <w:bookmarkEnd w:id="4"/>
    <w:p w14:paraId="48F49534" w14:textId="77777777" w:rsidR="00231C44" w:rsidRPr="008D70A6" w:rsidRDefault="00231C44" w:rsidP="00231C44">
      <w:pPr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8D70A6">
        <w:rPr>
          <w:rFonts w:asciiTheme="minorHAnsi" w:eastAsia="Calibr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6A0CBD56" w14:textId="77777777" w:rsidR="00231C44" w:rsidRPr="008D70A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8D70A6">
        <w:rPr>
          <w:rFonts w:asciiTheme="minorHAnsi" w:eastAsia="Calibr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05C87718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 xml:space="preserve">Wskazuję następujące podmiotowe środki dowodowe, które można uzyskać za pomocą bezpłatnych </w:t>
      </w:r>
      <w:r w:rsidRPr="008D70A6">
        <w:rPr>
          <w:rFonts w:asciiTheme="minorHAnsi" w:eastAsia="Calibri" w:hAnsiTheme="minorHAnsi" w:cstheme="minorHAnsi"/>
          <w:sz w:val="22"/>
          <w:szCs w:val="22"/>
        </w:rPr>
        <w:br/>
        <w:t>i ogólnodostępnych baz danych, oraz dane umożliwiające dostęp do tych środków:</w:t>
      </w:r>
    </w:p>
    <w:p w14:paraId="768D87F1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2EA5198B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ED1C00B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70A6">
        <w:rPr>
          <w:rFonts w:asciiTheme="minorHAnsi" w:eastAsia="Calibri" w:hAnsiTheme="minorHAnsi" w:cstheme="minorHAns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1FC1119B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8D70A6">
        <w:rPr>
          <w:rFonts w:asciiTheme="minorHAnsi" w:eastAsia="Calibr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CCD3635" w14:textId="77777777" w:rsidR="00231C44" w:rsidRPr="008D70A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7A5735B" w14:textId="77777777" w:rsidR="00231C44" w:rsidRPr="00522FF6" w:rsidRDefault="00231C44" w:rsidP="00231C44">
      <w:pPr>
        <w:spacing w:after="160"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</w:p>
    <w:tbl>
      <w:tblPr>
        <w:tblStyle w:val="TableNormal"/>
        <w:tblW w:w="10125" w:type="dxa"/>
        <w:tblInd w:w="4835" w:type="dxa"/>
        <w:tblLayout w:type="fixed"/>
        <w:tblLook w:val="01E0" w:firstRow="1" w:lastRow="1" w:firstColumn="1" w:lastColumn="1" w:noHBand="0" w:noVBand="0"/>
      </w:tblPr>
      <w:tblGrid>
        <w:gridCol w:w="5063"/>
        <w:gridCol w:w="5062"/>
      </w:tblGrid>
      <w:tr w:rsidR="00231C44" w:rsidRPr="00522FF6" w14:paraId="6924D4B7" w14:textId="77777777" w:rsidTr="00231C44">
        <w:trPr>
          <w:trHeight w:val="237"/>
        </w:trPr>
        <w:tc>
          <w:tcPr>
            <w:tcW w:w="5064" w:type="dxa"/>
            <w:hideMark/>
          </w:tcPr>
          <w:p w14:paraId="21475DAD" w14:textId="77777777" w:rsidR="00231C44" w:rsidRPr="00522FF6" w:rsidRDefault="00231C44">
            <w:pPr>
              <w:pStyle w:val="TableParagraph"/>
              <w:spacing w:line="217" w:lineRule="exact"/>
              <w:ind w:left="334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Niniejszy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plik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należy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opatrzyć</w:t>
            </w:r>
            <w:proofErr w:type="spellEnd"/>
          </w:p>
        </w:tc>
        <w:tc>
          <w:tcPr>
            <w:tcW w:w="5064" w:type="dxa"/>
          </w:tcPr>
          <w:p w14:paraId="49E173D0" w14:textId="77777777" w:rsidR="00231C44" w:rsidRPr="00522FF6" w:rsidRDefault="00231C44">
            <w:pPr>
              <w:pStyle w:val="TableParagraph"/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31C44" w:rsidRPr="00522FF6" w14:paraId="5E91781E" w14:textId="77777777" w:rsidTr="00231C44">
        <w:trPr>
          <w:trHeight w:val="467"/>
        </w:trPr>
        <w:tc>
          <w:tcPr>
            <w:tcW w:w="5064" w:type="dxa"/>
            <w:hideMark/>
          </w:tcPr>
          <w:p w14:paraId="45016EBC" w14:textId="77777777" w:rsidR="00231C44" w:rsidRPr="00F31C6A" w:rsidRDefault="00231C44">
            <w:pPr>
              <w:pStyle w:val="TableParagraph"/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F31C6A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/>
              </w:rPr>
              <w:t>podpisem kwalifikowanym lub podpisem zaufanym lub podpisem osobistym</w:t>
            </w:r>
          </w:p>
        </w:tc>
        <w:tc>
          <w:tcPr>
            <w:tcW w:w="5064" w:type="dxa"/>
          </w:tcPr>
          <w:p w14:paraId="6301FE9B" w14:textId="77777777" w:rsidR="00231C44" w:rsidRPr="00F31C6A" w:rsidRDefault="00231C44">
            <w:pPr>
              <w:pStyle w:val="TableParagraph"/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</w:tbl>
    <w:p w14:paraId="5D52C078" w14:textId="3B075B92" w:rsidR="00C85376" w:rsidRPr="00522FF6" w:rsidRDefault="00C85376" w:rsidP="00754148">
      <w:pPr>
        <w:spacing w:line="480" w:lineRule="auto"/>
        <w:rPr>
          <w:rFonts w:asciiTheme="minorHAnsi" w:hAnsiTheme="minorHAnsi" w:cstheme="minorHAnsi"/>
          <w:sz w:val="20"/>
          <w:szCs w:val="20"/>
        </w:rPr>
      </w:pPr>
    </w:p>
    <w:sectPr w:rsidR="00C85376" w:rsidRPr="00522FF6" w:rsidSect="001967EE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7B43C" w14:textId="77777777" w:rsidR="003B7589" w:rsidRDefault="003B7589">
      <w:r>
        <w:separator/>
      </w:r>
    </w:p>
  </w:endnote>
  <w:endnote w:type="continuationSeparator" w:id="0">
    <w:p w14:paraId="6EAE464F" w14:textId="77777777" w:rsidR="003B7589" w:rsidRDefault="003B7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ource Sans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7815525"/>
      <w:docPartObj>
        <w:docPartGallery w:val="Page Numbers (Bottom of Page)"/>
        <w:docPartUnique/>
      </w:docPartObj>
    </w:sdtPr>
    <w:sdtEndPr/>
    <w:sdtContent>
      <w:p w14:paraId="6DF4608B" w14:textId="3A218D3C" w:rsidR="00397928" w:rsidRDefault="003979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A7695" w14:textId="77777777" w:rsidR="003B7589" w:rsidRDefault="003B7589">
      <w:r>
        <w:separator/>
      </w:r>
    </w:p>
  </w:footnote>
  <w:footnote w:type="continuationSeparator" w:id="0">
    <w:p w14:paraId="51642867" w14:textId="77777777" w:rsidR="003B7589" w:rsidRDefault="003B7589">
      <w:r>
        <w:continuationSeparator/>
      </w:r>
    </w:p>
  </w:footnote>
  <w:footnote w:id="1">
    <w:p w14:paraId="1E0FBE7E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Style w:val="Odwoanieprzypisudolnego"/>
          <w:rFonts w:ascii="Myriad Pro" w:hAnsi="Myriad Pro"/>
        </w:rPr>
        <w:footnoteRef/>
      </w:r>
      <w:r>
        <w:rPr>
          <w:rFonts w:ascii="Myriad Pro" w:hAnsi="Myriad Pro"/>
          <w:sz w:val="16"/>
          <w:szCs w:val="16"/>
        </w:rPr>
        <w:t xml:space="preserve"> </w:t>
      </w:r>
      <w:r>
        <w:rPr>
          <w:rFonts w:ascii="Myriad Pro" w:hAnsi="Myriad Pro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Myriad Pro" w:hAnsi="Myriad Pro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Myriad Pro" w:hAnsi="Myriad Pro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Myriad Pro" w:hAnsi="Myriad Pro"/>
          <w:color w:val="222222"/>
          <w:sz w:val="16"/>
          <w:szCs w:val="16"/>
        </w:rPr>
        <w:t>Pzp</w:t>
      </w:r>
      <w:proofErr w:type="spellEnd"/>
      <w:r>
        <w:rPr>
          <w:rFonts w:ascii="Myriad Pro" w:hAnsi="Myriad Pro"/>
          <w:color w:val="222222"/>
          <w:sz w:val="16"/>
          <w:szCs w:val="16"/>
        </w:rPr>
        <w:t xml:space="preserve"> wyklucza się:</w:t>
      </w:r>
    </w:p>
    <w:p w14:paraId="5D0BB818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A26622" w14:textId="77777777" w:rsidR="00231C44" w:rsidRDefault="00231C44" w:rsidP="00231C44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Fonts w:ascii="Myriad Pro" w:hAnsi="Myriad Pro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34F207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120,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68583C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161444">
    <w:abstractNumId w:val="2"/>
  </w:num>
  <w:num w:numId="2" w16cid:durableId="442262214">
    <w:abstractNumId w:val="9"/>
  </w:num>
  <w:num w:numId="3" w16cid:durableId="813710">
    <w:abstractNumId w:val="6"/>
  </w:num>
  <w:num w:numId="4" w16cid:durableId="2118676100">
    <w:abstractNumId w:val="8"/>
  </w:num>
  <w:num w:numId="5" w16cid:durableId="1604723325">
    <w:abstractNumId w:val="4"/>
  </w:num>
  <w:num w:numId="6" w16cid:durableId="990719253">
    <w:abstractNumId w:val="7"/>
  </w:num>
  <w:num w:numId="7" w16cid:durableId="1998730332">
    <w:abstractNumId w:val="5"/>
  </w:num>
  <w:num w:numId="8" w16cid:durableId="2067601997">
    <w:abstractNumId w:val="1"/>
  </w:num>
  <w:num w:numId="9" w16cid:durableId="1908147027">
    <w:abstractNumId w:val="3"/>
  </w:num>
  <w:num w:numId="10" w16cid:durableId="797455545">
    <w:abstractNumId w:val="0"/>
  </w:num>
  <w:num w:numId="11" w16cid:durableId="1780182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71219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44ACA"/>
    <w:rsid w:val="00052EC9"/>
    <w:rsid w:val="00063FAA"/>
    <w:rsid w:val="00075100"/>
    <w:rsid w:val="000843B2"/>
    <w:rsid w:val="00084F97"/>
    <w:rsid w:val="000914A0"/>
    <w:rsid w:val="000A181A"/>
    <w:rsid w:val="000C1013"/>
    <w:rsid w:val="000C4C4D"/>
    <w:rsid w:val="000C5E8B"/>
    <w:rsid w:val="000E39CF"/>
    <w:rsid w:val="000F4233"/>
    <w:rsid w:val="000F4390"/>
    <w:rsid w:val="000F6CB3"/>
    <w:rsid w:val="0010791F"/>
    <w:rsid w:val="0012218D"/>
    <w:rsid w:val="00132978"/>
    <w:rsid w:val="0014069C"/>
    <w:rsid w:val="00150EEA"/>
    <w:rsid w:val="001758FF"/>
    <w:rsid w:val="001967EE"/>
    <w:rsid w:val="001A0136"/>
    <w:rsid w:val="001A324B"/>
    <w:rsid w:val="001A4528"/>
    <w:rsid w:val="001B74C8"/>
    <w:rsid w:val="001C2891"/>
    <w:rsid w:val="001C5329"/>
    <w:rsid w:val="001E3A73"/>
    <w:rsid w:val="001F733D"/>
    <w:rsid w:val="00222378"/>
    <w:rsid w:val="00222575"/>
    <w:rsid w:val="0022398F"/>
    <w:rsid w:val="00231C44"/>
    <w:rsid w:val="00236F7D"/>
    <w:rsid w:val="00252F57"/>
    <w:rsid w:val="0025309F"/>
    <w:rsid w:val="00256385"/>
    <w:rsid w:val="002713EB"/>
    <w:rsid w:val="00276F5B"/>
    <w:rsid w:val="00290601"/>
    <w:rsid w:val="00296110"/>
    <w:rsid w:val="002A633D"/>
    <w:rsid w:val="002B199E"/>
    <w:rsid w:val="002B1FA8"/>
    <w:rsid w:val="002B49A6"/>
    <w:rsid w:val="002E52D3"/>
    <w:rsid w:val="002E5DA2"/>
    <w:rsid w:val="002E7687"/>
    <w:rsid w:val="002F416E"/>
    <w:rsid w:val="002F5B41"/>
    <w:rsid w:val="00305A96"/>
    <w:rsid w:val="00323CC5"/>
    <w:rsid w:val="003257F1"/>
    <w:rsid w:val="00325C4C"/>
    <w:rsid w:val="00352845"/>
    <w:rsid w:val="00353C4D"/>
    <w:rsid w:val="00360AB1"/>
    <w:rsid w:val="00362988"/>
    <w:rsid w:val="003638BF"/>
    <w:rsid w:val="00363B61"/>
    <w:rsid w:val="0037351F"/>
    <w:rsid w:val="0037559D"/>
    <w:rsid w:val="003854D3"/>
    <w:rsid w:val="003939AC"/>
    <w:rsid w:val="00397928"/>
    <w:rsid w:val="003A224A"/>
    <w:rsid w:val="003A4F4E"/>
    <w:rsid w:val="003A5E3B"/>
    <w:rsid w:val="003B53C0"/>
    <w:rsid w:val="003B70A3"/>
    <w:rsid w:val="003B74CC"/>
    <w:rsid w:val="003B7589"/>
    <w:rsid w:val="003E00D6"/>
    <w:rsid w:val="00422811"/>
    <w:rsid w:val="00427ABB"/>
    <w:rsid w:val="00431CA0"/>
    <w:rsid w:val="00432320"/>
    <w:rsid w:val="00442745"/>
    <w:rsid w:val="00446424"/>
    <w:rsid w:val="004657D9"/>
    <w:rsid w:val="004820A0"/>
    <w:rsid w:val="0049041B"/>
    <w:rsid w:val="00494080"/>
    <w:rsid w:val="00494AF3"/>
    <w:rsid w:val="004B65FE"/>
    <w:rsid w:val="004C397F"/>
    <w:rsid w:val="004F4AA1"/>
    <w:rsid w:val="004F65AF"/>
    <w:rsid w:val="00504470"/>
    <w:rsid w:val="0051314B"/>
    <w:rsid w:val="00522FF6"/>
    <w:rsid w:val="005265FE"/>
    <w:rsid w:val="00532B23"/>
    <w:rsid w:val="00555D11"/>
    <w:rsid w:val="00556C19"/>
    <w:rsid w:val="005654E3"/>
    <w:rsid w:val="005675EC"/>
    <w:rsid w:val="005701A8"/>
    <w:rsid w:val="00571F95"/>
    <w:rsid w:val="00573BE9"/>
    <w:rsid w:val="00584588"/>
    <w:rsid w:val="0058461F"/>
    <w:rsid w:val="005C1110"/>
    <w:rsid w:val="005C2F96"/>
    <w:rsid w:val="005D280A"/>
    <w:rsid w:val="005D3DE4"/>
    <w:rsid w:val="005E102B"/>
    <w:rsid w:val="00605AEA"/>
    <w:rsid w:val="00610194"/>
    <w:rsid w:val="00611FB3"/>
    <w:rsid w:val="006429C1"/>
    <w:rsid w:val="0066156D"/>
    <w:rsid w:val="006742C8"/>
    <w:rsid w:val="0069392F"/>
    <w:rsid w:val="00695A33"/>
    <w:rsid w:val="00696D06"/>
    <w:rsid w:val="006A4AC2"/>
    <w:rsid w:val="006C775C"/>
    <w:rsid w:val="006D4144"/>
    <w:rsid w:val="006D5E28"/>
    <w:rsid w:val="006E3BDC"/>
    <w:rsid w:val="006E617D"/>
    <w:rsid w:val="006F13AD"/>
    <w:rsid w:val="006F36FD"/>
    <w:rsid w:val="006F6B48"/>
    <w:rsid w:val="007126BB"/>
    <w:rsid w:val="00725077"/>
    <w:rsid w:val="0074399B"/>
    <w:rsid w:val="00743FCF"/>
    <w:rsid w:val="00746607"/>
    <w:rsid w:val="00753227"/>
    <w:rsid w:val="00754148"/>
    <w:rsid w:val="00767929"/>
    <w:rsid w:val="00771C2F"/>
    <w:rsid w:val="00776AB2"/>
    <w:rsid w:val="00781BBC"/>
    <w:rsid w:val="0078448B"/>
    <w:rsid w:val="00791112"/>
    <w:rsid w:val="0079529C"/>
    <w:rsid w:val="007B3231"/>
    <w:rsid w:val="007B7369"/>
    <w:rsid w:val="007C1128"/>
    <w:rsid w:val="007C3743"/>
    <w:rsid w:val="007D7B3C"/>
    <w:rsid w:val="007F3BF2"/>
    <w:rsid w:val="008041A3"/>
    <w:rsid w:val="00814F50"/>
    <w:rsid w:val="00816CE6"/>
    <w:rsid w:val="00824221"/>
    <w:rsid w:val="00826C36"/>
    <w:rsid w:val="00845F18"/>
    <w:rsid w:val="008527D7"/>
    <w:rsid w:val="00853169"/>
    <w:rsid w:val="0085370E"/>
    <w:rsid w:val="00854EE0"/>
    <w:rsid w:val="00855EA0"/>
    <w:rsid w:val="00856D9C"/>
    <w:rsid w:val="00863D4F"/>
    <w:rsid w:val="008707A9"/>
    <w:rsid w:val="00882BB5"/>
    <w:rsid w:val="0088405A"/>
    <w:rsid w:val="008A0A03"/>
    <w:rsid w:val="008B3E61"/>
    <w:rsid w:val="008B4871"/>
    <w:rsid w:val="008B6440"/>
    <w:rsid w:val="008C2074"/>
    <w:rsid w:val="008C3432"/>
    <w:rsid w:val="008D33F5"/>
    <w:rsid w:val="008D70A6"/>
    <w:rsid w:val="008E4A38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54616"/>
    <w:rsid w:val="009603E7"/>
    <w:rsid w:val="00972551"/>
    <w:rsid w:val="0097351A"/>
    <w:rsid w:val="0097486D"/>
    <w:rsid w:val="009A417F"/>
    <w:rsid w:val="009B2EFA"/>
    <w:rsid w:val="009B4E99"/>
    <w:rsid w:val="009C064B"/>
    <w:rsid w:val="009E5075"/>
    <w:rsid w:val="009F4576"/>
    <w:rsid w:val="009F4794"/>
    <w:rsid w:val="00A0441C"/>
    <w:rsid w:val="00A12A93"/>
    <w:rsid w:val="00A12C76"/>
    <w:rsid w:val="00A2010B"/>
    <w:rsid w:val="00A348F5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E44C6"/>
    <w:rsid w:val="00AF027E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5588"/>
    <w:rsid w:val="00B93FA8"/>
    <w:rsid w:val="00BD53A6"/>
    <w:rsid w:val="00BF36C2"/>
    <w:rsid w:val="00C01BE9"/>
    <w:rsid w:val="00C2211F"/>
    <w:rsid w:val="00C31439"/>
    <w:rsid w:val="00C33675"/>
    <w:rsid w:val="00C3785E"/>
    <w:rsid w:val="00C50C54"/>
    <w:rsid w:val="00C512E0"/>
    <w:rsid w:val="00C54CD0"/>
    <w:rsid w:val="00C56156"/>
    <w:rsid w:val="00C61CA3"/>
    <w:rsid w:val="00C64A01"/>
    <w:rsid w:val="00C8170F"/>
    <w:rsid w:val="00C85376"/>
    <w:rsid w:val="00C91F18"/>
    <w:rsid w:val="00CA226C"/>
    <w:rsid w:val="00CA66A8"/>
    <w:rsid w:val="00CC02C7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74A29"/>
    <w:rsid w:val="00D76B07"/>
    <w:rsid w:val="00D801C4"/>
    <w:rsid w:val="00D81AAE"/>
    <w:rsid w:val="00D836E1"/>
    <w:rsid w:val="00D93FBA"/>
    <w:rsid w:val="00D9497D"/>
    <w:rsid w:val="00DA7539"/>
    <w:rsid w:val="00DD4FE6"/>
    <w:rsid w:val="00DD5390"/>
    <w:rsid w:val="00DE0809"/>
    <w:rsid w:val="00DE678D"/>
    <w:rsid w:val="00DF583B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95E47"/>
    <w:rsid w:val="00EA0732"/>
    <w:rsid w:val="00EA0CE6"/>
    <w:rsid w:val="00EC7812"/>
    <w:rsid w:val="00ED2C6B"/>
    <w:rsid w:val="00EF7C7D"/>
    <w:rsid w:val="00F1486A"/>
    <w:rsid w:val="00F31C6A"/>
    <w:rsid w:val="00F32D57"/>
    <w:rsid w:val="00F35AF4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F340E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1C4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1C44"/>
    <w:rPr>
      <w:rFonts w:ascii="Arial" w:eastAsia="Arial" w:hAnsi="Arial" w:cs="Arial"/>
      <w:sz w:val="20"/>
      <w:szCs w:val="20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31C4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3FDDB-471F-43AC-9024-B864AEF8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1</TotalTime>
  <Pages>3</Pages>
  <Words>475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Anna</cp:lastModifiedBy>
  <cp:revision>8</cp:revision>
  <cp:lastPrinted>2021-01-26T09:31:00Z</cp:lastPrinted>
  <dcterms:created xsi:type="dcterms:W3CDTF">2024-10-01T12:18:00Z</dcterms:created>
  <dcterms:modified xsi:type="dcterms:W3CDTF">2026-02-04T07:01:00Z</dcterms:modified>
</cp:coreProperties>
</file>